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692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C0E6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4BBDC4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77181">
        <w:rPr>
          <w:rFonts w:ascii="Corbel" w:hAnsi="Corbel"/>
          <w:i/>
          <w:smallCaps/>
          <w:sz w:val="24"/>
          <w:szCs w:val="24"/>
        </w:rPr>
        <w:t>2020-202</w:t>
      </w:r>
      <w:r w:rsidR="0021577F">
        <w:rPr>
          <w:rFonts w:ascii="Corbel" w:hAnsi="Corbel"/>
          <w:i/>
          <w:smallCaps/>
          <w:sz w:val="24"/>
          <w:szCs w:val="24"/>
        </w:rPr>
        <w:t>2</w:t>
      </w:r>
    </w:p>
    <w:p w14:paraId="3BBBEB7C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3345C1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B249C" w14:textId="77777777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582142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28E1B0" w14:textId="77777777" w:rsidTr="0021577F">
        <w:tc>
          <w:tcPr>
            <w:tcW w:w="2694" w:type="dxa"/>
            <w:vAlign w:val="center"/>
          </w:tcPr>
          <w:p w14:paraId="12009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C12C5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756C5E5" w14:textId="77777777" w:rsidTr="0021577F">
        <w:tc>
          <w:tcPr>
            <w:tcW w:w="2694" w:type="dxa"/>
            <w:vAlign w:val="center"/>
          </w:tcPr>
          <w:p w14:paraId="7066F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88FCCB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-1.8c</w:t>
            </w:r>
          </w:p>
        </w:tc>
      </w:tr>
      <w:tr w:rsidR="0085747A" w:rsidRPr="009C54AE" w14:paraId="22BDA3E6" w14:textId="77777777" w:rsidTr="0021577F">
        <w:tc>
          <w:tcPr>
            <w:tcW w:w="2694" w:type="dxa"/>
            <w:vAlign w:val="center"/>
          </w:tcPr>
          <w:p w14:paraId="36F2CD5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C52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27E047CD" w14:textId="77777777" w:rsidTr="0021577F">
        <w:tc>
          <w:tcPr>
            <w:tcW w:w="2694" w:type="dxa"/>
            <w:vAlign w:val="center"/>
          </w:tcPr>
          <w:p w14:paraId="60458698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5F77" w14:textId="77777777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DF520C2" w14:textId="77777777" w:rsidTr="0021577F">
        <w:tc>
          <w:tcPr>
            <w:tcW w:w="2694" w:type="dxa"/>
            <w:vAlign w:val="center"/>
          </w:tcPr>
          <w:p w14:paraId="622F48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51B4C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4238CD" w14:textId="77777777" w:rsidTr="0021577F">
        <w:tc>
          <w:tcPr>
            <w:tcW w:w="2694" w:type="dxa"/>
            <w:vAlign w:val="center"/>
          </w:tcPr>
          <w:p w14:paraId="5FF6666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C3528A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19953057" w14:textId="77777777" w:rsidTr="0021577F">
        <w:tc>
          <w:tcPr>
            <w:tcW w:w="2694" w:type="dxa"/>
            <w:vAlign w:val="center"/>
          </w:tcPr>
          <w:p w14:paraId="4189BA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C7C31E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28C53EA" w14:textId="77777777" w:rsidTr="0021577F">
        <w:tc>
          <w:tcPr>
            <w:tcW w:w="2694" w:type="dxa"/>
            <w:vAlign w:val="center"/>
          </w:tcPr>
          <w:p w14:paraId="0B6C3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6BE065" w14:textId="7193F67F" w:rsidR="0085747A" w:rsidRPr="009C54AE" w:rsidRDefault="00F65D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40542F1" w14:textId="77777777" w:rsidTr="0021577F">
        <w:tc>
          <w:tcPr>
            <w:tcW w:w="2694" w:type="dxa"/>
            <w:vAlign w:val="center"/>
          </w:tcPr>
          <w:p w14:paraId="4C7C0D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00A3A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0C3FD7" w14:textId="77777777" w:rsidTr="0021577F">
        <w:tc>
          <w:tcPr>
            <w:tcW w:w="2694" w:type="dxa"/>
            <w:vAlign w:val="center"/>
          </w:tcPr>
          <w:p w14:paraId="78E5D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C170AC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2FFB89D" w14:textId="77777777" w:rsidTr="0021577F">
        <w:tc>
          <w:tcPr>
            <w:tcW w:w="2694" w:type="dxa"/>
            <w:vAlign w:val="center"/>
          </w:tcPr>
          <w:p w14:paraId="23F9EE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6E519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942E5E" w14:textId="77777777" w:rsidTr="0021577F">
        <w:tc>
          <w:tcPr>
            <w:tcW w:w="2694" w:type="dxa"/>
            <w:vAlign w:val="center"/>
          </w:tcPr>
          <w:p w14:paraId="675A3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7C66E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72C01C9C" w14:textId="77777777" w:rsidTr="0021577F">
        <w:tc>
          <w:tcPr>
            <w:tcW w:w="2694" w:type="dxa"/>
            <w:vAlign w:val="center"/>
          </w:tcPr>
          <w:p w14:paraId="15C3C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94D51B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</w:p>
        </w:tc>
      </w:tr>
    </w:tbl>
    <w:p w14:paraId="4F1688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086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B96A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F89DD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A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46F65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84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F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0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5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C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5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3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412B70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53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6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C29" w14:textId="43F25390" w:rsidR="00015B8F" w:rsidRPr="009C54AE" w:rsidRDefault="00F65D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4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F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7C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E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FF3A" w14:textId="77777777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C39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A9F7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85D275" w14:textId="77777777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1E7C5BE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7399F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3CE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7B61FE" w14:textId="77777777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696AFC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31E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99F4CE" w14:textId="77777777" w:rsidTr="00745302">
        <w:tc>
          <w:tcPr>
            <w:tcW w:w="9670" w:type="dxa"/>
          </w:tcPr>
          <w:p w14:paraId="03586150" w14:textId="77777777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5D516C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30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B6DF2D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9C7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25DF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0876AC2" w14:textId="77777777" w:rsidTr="00923D7D">
        <w:tc>
          <w:tcPr>
            <w:tcW w:w="851" w:type="dxa"/>
            <w:vAlign w:val="center"/>
          </w:tcPr>
          <w:p w14:paraId="460B01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35082D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0D46A28D" w14:textId="77777777" w:rsidTr="00923D7D">
        <w:tc>
          <w:tcPr>
            <w:tcW w:w="851" w:type="dxa"/>
            <w:vAlign w:val="center"/>
          </w:tcPr>
          <w:p w14:paraId="0617681A" w14:textId="77777777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0155D5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48F6E0C2" w14:textId="77777777" w:rsidTr="00923D7D">
        <w:tc>
          <w:tcPr>
            <w:tcW w:w="851" w:type="dxa"/>
            <w:vAlign w:val="center"/>
          </w:tcPr>
          <w:p w14:paraId="69D6AA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522233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1951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508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2C66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E83688" w14:textId="77777777" w:rsidTr="00013E7F">
        <w:tc>
          <w:tcPr>
            <w:tcW w:w="1680" w:type="dxa"/>
            <w:vAlign w:val="center"/>
          </w:tcPr>
          <w:p w14:paraId="77534E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20968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0ADD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4927C9" w14:textId="77777777" w:rsidTr="00013E7F">
        <w:tc>
          <w:tcPr>
            <w:tcW w:w="1680" w:type="dxa"/>
          </w:tcPr>
          <w:p w14:paraId="1480C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B7A75D3" w14:textId="77777777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1406D7ED" w14:textId="77777777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5966262" w14:textId="77777777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255B32F4" w14:textId="77777777" w:rsidTr="00013E7F">
        <w:tc>
          <w:tcPr>
            <w:tcW w:w="1680" w:type="dxa"/>
          </w:tcPr>
          <w:p w14:paraId="72883038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AECB41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65B860A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D60604C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57754AB1" w14:textId="77777777" w:rsidTr="00013E7F">
        <w:tc>
          <w:tcPr>
            <w:tcW w:w="1680" w:type="dxa"/>
          </w:tcPr>
          <w:p w14:paraId="36BE917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7E00987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78DA64D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5AB1E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B675D5B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76274CF2" w14:textId="77777777" w:rsidTr="00013E7F">
        <w:tc>
          <w:tcPr>
            <w:tcW w:w="1680" w:type="dxa"/>
          </w:tcPr>
          <w:p w14:paraId="49BF51F3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4BB7B576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61B95611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E27C117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47C8D8C5" w14:textId="77777777" w:rsidTr="00013E7F">
        <w:tc>
          <w:tcPr>
            <w:tcW w:w="1680" w:type="dxa"/>
          </w:tcPr>
          <w:p w14:paraId="5CBFC597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0C1E6D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1FF81D0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C7D8E4D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F30CB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2D76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3E73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D7EFC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D6970" w14:textId="77777777" w:rsidTr="0021577F">
        <w:trPr>
          <w:jc w:val="center"/>
        </w:trPr>
        <w:tc>
          <w:tcPr>
            <w:tcW w:w="9520" w:type="dxa"/>
          </w:tcPr>
          <w:p w14:paraId="4D16B8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377F8378" w14:textId="77777777" w:rsidTr="0021577F">
        <w:trPr>
          <w:jc w:val="center"/>
        </w:trPr>
        <w:tc>
          <w:tcPr>
            <w:tcW w:w="9520" w:type="dxa"/>
          </w:tcPr>
          <w:p w14:paraId="2C82F862" w14:textId="77777777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Banki jako instytucje pośrednictwa finansowego - klasyfikacja i cechy banków. Banki detaliczne i banki korporacyjne. Kierunki rozwoju współczesnej bankowości detalicznej i korporacyjnej. Istota kategorii: consumer finance, private banking, bancassurance.</w:t>
            </w:r>
          </w:p>
        </w:tc>
      </w:tr>
      <w:tr w:rsidR="00013E7F" w:rsidRPr="009C54AE" w14:paraId="7D844754" w14:textId="77777777" w:rsidTr="0021577F">
        <w:trPr>
          <w:jc w:val="center"/>
        </w:trPr>
        <w:tc>
          <w:tcPr>
            <w:tcW w:w="9520" w:type="dxa"/>
          </w:tcPr>
          <w:p w14:paraId="31E37174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shadow banking.</w:t>
            </w:r>
          </w:p>
        </w:tc>
      </w:tr>
      <w:tr w:rsidR="00013E7F" w:rsidRPr="009C54AE" w14:paraId="6CCB0F5A" w14:textId="77777777" w:rsidTr="0021577F">
        <w:trPr>
          <w:jc w:val="center"/>
        </w:trPr>
        <w:tc>
          <w:tcPr>
            <w:tcW w:w="9520" w:type="dxa"/>
          </w:tcPr>
          <w:p w14:paraId="56B159B3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wealth management). Usługi płatnicze i rozliczeniowe dla segmentu detalicznego. </w:t>
            </w:r>
          </w:p>
        </w:tc>
      </w:tr>
      <w:tr w:rsidR="00013E7F" w:rsidRPr="009C54AE" w14:paraId="65BE5EA5" w14:textId="77777777" w:rsidTr="0021577F">
        <w:trPr>
          <w:jc w:val="center"/>
        </w:trPr>
        <w:tc>
          <w:tcPr>
            <w:tcW w:w="9520" w:type="dxa"/>
          </w:tcPr>
          <w:p w14:paraId="4518DC0B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Potrzeby finansowe gospodarstw domowych a oferta kredytowa banków. Kredyty konsumpcyjne i inne usługi w zakresie finansowania konsumpcji osób fizycznych. Ryzyko kredytowe (metody oceny zdolności kredytowej, credit scoring, bazy informacji kredytowej).</w:t>
            </w:r>
          </w:p>
        </w:tc>
      </w:tr>
      <w:tr w:rsidR="00013E7F" w:rsidRPr="009C54AE" w14:paraId="20356925" w14:textId="77777777" w:rsidTr="0021577F">
        <w:trPr>
          <w:jc w:val="center"/>
        </w:trPr>
        <w:tc>
          <w:tcPr>
            <w:tcW w:w="9520" w:type="dxa"/>
          </w:tcPr>
          <w:p w14:paraId="5341D92D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35596177" w14:textId="77777777" w:rsidTr="0021577F">
        <w:trPr>
          <w:jc w:val="center"/>
        </w:trPr>
        <w:tc>
          <w:tcPr>
            <w:tcW w:w="9520" w:type="dxa"/>
          </w:tcPr>
          <w:p w14:paraId="3C0F6318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42F354F6" w14:textId="77777777" w:rsidTr="0021577F">
        <w:trPr>
          <w:jc w:val="center"/>
        </w:trPr>
        <w:tc>
          <w:tcPr>
            <w:tcW w:w="9520" w:type="dxa"/>
          </w:tcPr>
          <w:p w14:paraId="40FCF297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C0F2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129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B5787E" w14:textId="77777777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5DC76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C038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8DFBD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4EE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D1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4B0E70" w14:textId="77777777" w:rsidTr="00E247CF">
        <w:tc>
          <w:tcPr>
            <w:tcW w:w="1962" w:type="dxa"/>
            <w:vAlign w:val="center"/>
          </w:tcPr>
          <w:p w14:paraId="7A394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03CD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F0E2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016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E14CC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3E7F" w:rsidRPr="009C54AE" w14:paraId="71481654" w14:textId="77777777" w:rsidTr="00E247CF">
        <w:tc>
          <w:tcPr>
            <w:tcW w:w="1962" w:type="dxa"/>
          </w:tcPr>
          <w:p w14:paraId="3E75B59B" w14:textId="77777777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C4C9C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C7CF8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0A9815A" w14:textId="77777777" w:rsidTr="00E247CF">
        <w:tc>
          <w:tcPr>
            <w:tcW w:w="1962" w:type="dxa"/>
          </w:tcPr>
          <w:p w14:paraId="758D7685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08BCA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1D39777C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22B3366" w14:textId="77777777" w:rsidTr="00E247CF">
        <w:tc>
          <w:tcPr>
            <w:tcW w:w="1962" w:type="dxa"/>
          </w:tcPr>
          <w:p w14:paraId="41D4211A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206C04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580A675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53691AE" w14:textId="77777777" w:rsidTr="00E247CF">
        <w:tc>
          <w:tcPr>
            <w:tcW w:w="1962" w:type="dxa"/>
          </w:tcPr>
          <w:p w14:paraId="6E5FA2C6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5F47426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18B7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00E47FD0" w14:textId="77777777" w:rsidTr="00E247CF">
        <w:tc>
          <w:tcPr>
            <w:tcW w:w="1962" w:type="dxa"/>
          </w:tcPr>
          <w:p w14:paraId="597FA3A4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0B5A5D8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23A80C1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952CDF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70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B9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260AB5" w14:textId="77777777" w:rsidTr="00923D7D">
        <w:tc>
          <w:tcPr>
            <w:tcW w:w="9670" w:type="dxa"/>
          </w:tcPr>
          <w:p w14:paraId="6CAAE3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projektu: przygotowanie referatu w formie pisemnej (60pkt), prezentacja w formie multimedialnej (10pkt) i ustna grupowa prezentacja projektu (30pkt). Skala ocen z projektu: </w:t>
            </w:r>
          </w:p>
          <w:p w14:paraId="72E77879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3505B0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60-69pkt - dostateczny, </w:t>
            </w:r>
          </w:p>
          <w:p w14:paraId="364819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070F425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6F71F5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01E50CA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4B23C0A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5A3B4C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45AC713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0994181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116E062D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44EFA69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38D5E7B0" w14:textId="77777777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2B7564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F66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EF70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FC1C" w14:textId="77777777" w:rsidTr="003E1941">
        <w:tc>
          <w:tcPr>
            <w:tcW w:w="4962" w:type="dxa"/>
            <w:vAlign w:val="center"/>
          </w:tcPr>
          <w:p w14:paraId="0CB8DD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2440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5592A8" w14:textId="77777777" w:rsidTr="00923D7D">
        <w:tc>
          <w:tcPr>
            <w:tcW w:w="4962" w:type="dxa"/>
          </w:tcPr>
          <w:p w14:paraId="286684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F71E62" w14:textId="287F32DC" w:rsidR="0085747A" w:rsidRPr="009C54AE" w:rsidRDefault="00F65DE8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592278A8" w14:textId="77777777" w:rsidTr="00923D7D">
        <w:tc>
          <w:tcPr>
            <w:tcW w:w="4962" w:type="dxa"/>
          </w:tcPr>
          <w:p w14:paraId="5BE817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C7C2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6D5A00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FEBAE5" w14:textId="77777777" w:rsidTr="00923D7D">
        <w:tc>
          <w:tcPr>
            <w:tcW w:w="4962" w:type="dxa"/>
          </w:tcPr>
          <w:p w14:paraId="1A7BA9E3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312FAD" w14:textId="2E68DD74" w:rsidR="00C61DC5" w:rsidRPr="009C54AE" w:rsidRDefault="00F65DE8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7C438B3" w14:textId="77777777" w:rsidTr="00923D7D">
        <w:tc>
          <w:tcPr>
            <w:tcW w:w="4962" w:type="dxa"/>
          </w:tcPr>
          <w:p w14:paraId="39549B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866FF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BFB34D8" w14:textId="77777777" w:rsidTr="00923D7D">
        <w:tc>
          <w:tcPr>
            <w:tcW w:w="4962" w:type="dxa"/>
          </w:tcPr>
          <w:p w14:paraId="1DC01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9E3243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709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CF4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A85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73DC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A98B588" w14:textId="77777777" w:rsidTr="008962A4">
        <w:trPr>
          <w:trHeight w:val="397"/>
        </w:trPr>
        <w:tc>
          <w:tcPr>
            <w:tcW w:w="2359" w:type="pct"/>
          </w:tcPr>
          <w:p w14:paraId="19359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FC5D6B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5DD0B8" w14:textId="77777777" w:rsidTr="008962A4">
        <w:trPr>
          <w:trHeight w:val="397"/>
        </w:trPr>
        <w:tc>
          <w:tcPr>
            <w:tcW w:w="2359" w:type="pct"/>
          </w:tcPr>
          <w:p w14:paraId="1F78C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4AEC72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1CED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7B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7B26B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2515D" w14:paraId="1B5855F5" w14:textId="77777777" w:rsidTr="008962A4">
        <w:trPr>
          <w:trHeight w:val="397"/>
        </w:trPr>
        <w:tc>
          <w:tcPr>
            <w:tcW w:w="5000" w:type="pct"/>
          </w:tcPr>
          <w:p w14:paraId="42CAFA3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FED948C" w14:textId="77777777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Harasim J., Bankowość detaliczna w Polsce, CeDeWu, Warszawa 2005</w:t>
            </w:r>
          </w:p>
          <w:p w14:paraId="5868C222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Wiatr M. S., Bankowość korporacyjna, wydanie II, Difin, Warszawa 2015</w:t>
            </w:r>
          </w:p>
          <w:p w14:paraId="45EC752F" w14:textId="77777777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Difin, Warszawa 2007. </w:t>
            </w:r>
          </w:p>
        </w:tc>
      </w:tr>
      <w:tr w:rsidR="0085747A" w:rsidRPr="00DE02C6" w14:paraId="0B035B71" w14:textId="77777777" w:rsidTr="001562D6">
        <w:trPr>
          <w:trHeight w:val="557"/>
        </w:trPr>
        <w:tc>
          <w:tcPr>
            <w:tcW w:w="5000" w:type="pct"/>
          </w:tcPr>
          <w:p w14:paraId="26E64F3A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C7A38E3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27E54DFC" w14:textId="77777777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Wealth Management, Cedewu,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ED7738" w14:textId="77777777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Suraj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 Problemy Usług 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AD7A517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5DE52F2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3C4FF105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AEF17" w14:textId="77777777" w:rsidR="00004F6D" w:rsidRDefault="00004F6D" w:rsidP="00C16ABF">
      <w:pPr>
        <w:spacing w:after="0" w:line="240" w:lineRule="auto"/>
      </w:pPr>
      <w:r>
        <w:separator/>
      </w:r>
    </w:p>
  </w:endnote>
  <w:endnote w:type="continuationSeparator" w:id="0">
    <w:p w14:paraId="3F56F010" w14:textId="77777777" w:rsidR="00004F6D" w:rsidRDefault="00004F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B9323" w14:textId="77777777" w:rsidR="00004F6D" w:rsidRDefault="00004F6D" w:rsidP="00C16ABF">
      <w:pPr>
        <w:spacing w:after="0" w:line="240" w:lineRule="auto"/>
      </w:pPr>
      <w:r>
        <w:separator/>
      </w:r>
    </w:p>
  </w:footnote>
  <w:footnote w:type="continuationSeparator" w:id="0">
    <w:p w14:paraId="12C8E435" w14:textId="77777777" w:rsidR="00004F6D" w:rsidRDefault="00004F6D" w:rsidP="00C16ABF">
      <w:pPr>
        <w:spacing w:after="0" w:line="240" w:lineRule="auto"/>
      </w:pPr>
      <w:r>
        <w:continuationSeparator/>
      </w:r>
    </w:p>
  </w:footnote>
  <w:footnote w:id="1">
    <w:p w14:paraId="38E7D5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793"/>
    <w:rsid w:val="000048FD"/>
    <w:rsid w:val="00004F6D"/>
    <w:rsid w:val="000077B4"/>
    <w:rsid w:val="00013E7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3F7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7CF"/>
    <w:rsid w:val="0017512A"/>
    <w:rsid w:val="00176083"/>
    <w:rsid w:val="00177181"/>
    <w:rsid w:val="00182C9E"/>
    <w:rsid w:val="00192F37"/>
    <w:rsid w:val="001A2308"/>
    <w:rsid w:val="001A70D2"/>
    <w:rsid w:val="001D01E5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D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C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41"/>
    <w:rsid w:val="00D552B2"/>
    <w:rsid w:val="00D608D1"/>
    <w:rsid w:val="00D74119"/>
    <w:rsid w:val="00D8075B"/>
    <w:rsid w:val="00D8678B"/>
    <w:rsid w:val="00DA2114"/>
    <w:rsid w:val="00DA6057"/>
    <w:rsid w:val="00DC069D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CFE"/>
    <w:rsid w:val="00F00B0E"/>
    <w:rsid w:val="00F070AB"/>
    <w:rsid w:val="00F17567"/>
    <w:rsid w:val="00F27A7B"/>
    <w:rsid w:val="00F526AF"/>
    <w:rsid w:val="00F617C3"/>
    <w:rsid w:val="00F65DE8"/>
    <w:rsid w:val="00F7066B"/>
    <w:rsid w:val="00F75FB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1B88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86E4A-9AD3-4D60-A642-E62B03C11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ACF5BB-28C3-4742-9BCE-09099A17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1206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2020-12-20T16:52:00Z</dcterms:created>
  <dcterms:modified xsi:type="dcterms:W3CDTF">2020-12-20T16:53:00Z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